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theme="minorBidi"/>
          <w:caps w:val="0"/>
          <w:color w:val="auto"/>
          <w:spacing w:val="0"/>
          <w:kern w:val="0"/>
          <w:sz w:val="22"/>
          <w:szCs w:val="22"/>
        </w:rPr>
        <w:alias w:val="Resume Name"/>
        <w:tag w:val="Resume Name"/>
        <w:id w:val="-104278397"/>
        <w:placeholder>
          <w:docPart w:val="782AEC12A3F349DABF31DE36FBF45D8F"/>
        </w:placeholder>
        <w:docPartList>
          <w:docPartGallery w:val="Quick Parts"/>
          <w:docPartCategory w:val=" Resume Name"/>
        </w:docPartList>
      </w:sdtPr>
      <w:sdtEndPr/>
      <w:sdtContent>
        <w:p w:rsidR="009C1D98" w:rsidRDefault="00656FE7">
          <w:pPr>
            <w:pStyle w:val="Title"/>
          </w:pPr>
          <w:sdt>
            <w:sdtPr>
              <w:alias w:val="Author"/>
              <w:tag w:val=""/>
              <w:id w:val="1823003119"/>
              <w:placeholder>
                <w:docPart w:val="2F97709472BF415DBCF2472634771354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3C14D9">
                <w:t>Norm Pacheco</w:t>
              </w:r>
            </w:sdtContent>
          </w:sdt>
        </w:p>
        <w:sdt>
          <w:sdtPr>
            <w:alias w:val="E-mail Address"/>
            <w:tag w:val=""/>
            <w:id w:val="527535243"/>
            <w:placeholder>
              <w:docPart w:val="91A80F2F1CC74305B06327D4AC3A7A71"/>
            </w:placeholder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p w:rsidR="009C1D98" w:rsidRDefault="003C14D9">
              <w:pPr>
                <w:pStyle w:val="NoSpacing"/>
              </w:pPr>
              <w:r>
                <w:t>ogsuge@gmail.com</w:t>
              </w:r>
            </w:p>
          </w:sdtContent>
        </w:sdt>
        <w:sdt>
          <w:sdtPr>
            <w:alias w:val="Address"/>
            <w:tag w:val=""/>
            <w:id w:val="539556739"/>
            <w:placeholder>
              <w:docPart w:val="5648899E90994711B63ABBB80A11DBC7"/>
            </w:placeholder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p w:rsidR="009C1D98" w:rsidRDefault="003C14D9">
              <w:pPr>
                <w:pStyle w:val="NoSpacing"/>
              </w:pPr>
              <w:r>
                <w:t>4733 Vine St., Denver, CO 80216</w:t>
              </w:r>
            </w:p>
          </w:sdtContent>
        </w:sdt>
        <w:sdt>
          <w:sdtPr>
            <w:alias w:val="Phone"/>
            <w:tag w:val=""/>
            <w:id w:val="1357783703"/>
            <w:placeholder>
              <w:docPart w:val="9AFA2EF7B60049C893C7A9D7E901EAEB"/>
            </w:placeholder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9C1D98" w:rsidRDefault="003C14D9">
              <w:pPr>
                <w:pStyle w:val="NoSpacing"/>
              </w:pPr>
              <w:r>
                <w:t>720-234-3013</w:t>
              </w:r>
            </w:p>
          </w:sdtContent>
        </w:sdt>
        <w:sdt>
          <w:sdtPr>
            <w:rPr>
              <w:rStyle w:val="PlaceholderText"/>
              <w:color w:val="000000"/>
            </w:rPr>
            <w:id w:val="1753779621"/>
            <w:placeholder>
              <w:docPart w:val="C58CB94E55414EA6A2B65BA8F3592CAC"/>
            </w:placeholder>
            <w:text/>
          </w:sdtPr>
          <w:sdtEndPr>
            <w:rPr>
              <w:rStyle w:val="PlaceholderText"/>
            </w:rPr>
          </w:sdtEndPr>
          <w:sdtContent>
            <w:p w:rsidR="009C1D98" w:rsidRDefault="003C14D9">
              <w:r>
                <w:rPr>
                  <w:rStyle w:val="PlaceholderText"/>
                  <w:color w:val="000000"/>
                </w:rPr>
                <w:t>bluebearwiki.wikispaces.com</w:t>
              </w:r>
            </w:p>
          </w:sdtContent>
        </w:sdt>
        <w:p w:rsidR="009C1D98" w:rsidRDefault="00656FE7"/>
      </w:sdtContent>
    </w:sdt>
    <w:p w:rsidR="009C1D98" w:rsidRDefault="00656FE7">
      <w:pPr>
        <w:pStyle w:val="SectionHeading"/>
      </w:pPr>
      <w:r>
        <w:t>Objectives</w:t>
      </w:r>
    </w:p>
    <w:p w:rsidR="009C1D98" w:rsidRDefault="003C14D9">
      <w:r w:rsidRPr="003C14D9">
        <w:t>I aspire to use my ability of interacting with children with special needs</w:t>
      </w:r>
      <w:r>
        <w:t>,</w:t>
      </w:r>
      <w:r w:rsidRPr="003C14D9">
        <w:t xml:space="preserve"> and </w:t>
      </w:r>
      <w:r>
        <w:t xml:space="preserve">my </w:t>
      </w:r>
      <w:r w:rsidRPr="003C14D9">
        <w:t>experience of caring for them in creating a positive and encouraging environment for them to learn and grow into confident and responsible persons of the society.</w:t>
      </w:r>
    </w:p>
    <w:p w:rsidR="009C1D98" w:rsidRDefault="00656FE7">
      <w:pPr>
        <w:pStyle w:val="SectionHeading"/>
      </w:pPr>
      <w:r>
        <w:t>Education</w:t>
      </w:r>
    </w:p>
    <w:p w:rsidR="009C1D98" w:rsidRDefault="003C14D9">
      <w:pPr>
        <w:pStyle w:val="Subsection"/>
      </w:pPr>
      <w:r>
        <w:t>Metropolitan State College of Denver</w:t>
      </w:r>
    </w:p>
    <w:p w:rsidR="009C1D98" w:rsidRDefault="003C14D9">
      <w:pPr>
        <w:rPr>
          <w:rStyle w:val="IntenseEmphasis"/>
        </w:rPr>
      </w:pPr>
      <w:r>
        <w:rPr>
          <w:b/>
          <w:bCs/>
          <w:i/>
          <w:iCs/>
          <w:color w:val="D1282E" w:themeColor="text2"/>
        </w:rPr>
        <w:t xml:space="preserve">Expected finish date- </w:t>
      </w:r>
      <w:proofErr w:type="gramStart"/>
      <w:r>
        <w:rPr>
          <w:b/>
          <w:bCs/>
          <w:i/>
          <w:iCs/>
          <w:color w:val="D1282E" w:themeColor="text2"/>
        </w:rPr>
        <w:t>Spring</w:t>
      </w:r>
      <w:proofErr w:type="gramEnd"/>
      <w:r>
        <w:rPr>
          <w:b/>
          <w:bCs/>
          <w:i/>
          <w:iCs/>
          <w:color w:val="D1282E" w:themeColor="text2"/>
        </w:rPr>
        <w:t xml:space="preserve"> 2013,</w:t>
      </w:r>
      <w:r w:rsidR="00656FE7">
        <w:t xml:space="preserve"> </w:t>
      </w:r>
      <w:r>
        <w:t>Elementary Special Education</w:t>
      </w:r>
    </w:p>
    <w:p w:rsidR="009C1D98" w:rsidRDefault="002C75A8">
      <w:pPr>
        <w:pStyle w:val="ListParagraph"/>
        <w:numPr>
          <w:ilvl w:val="0"/>
          <w:numId w:val="4"/>
        </w:numPr>
        <w:ind w:hanging="288"/>
      </w:pPr>
      <w:r>
        <w:t>Will graduate with a teaching certificate and licensure in both special and general education</w:t>
      </w:r>
    </w:p>
    <w:p w:rsidR="009C1D98" w:rsidRDefault="00656FE7">
      <w:pPr>
        <w:pStyle w:val="SectionHeading"/>
      </w:pPr>
      <w:r>
        <w:t>Experience</w:t>
      </w:r>
    </w:p>
    <w:p w:rsidR="009C1D98" w:rsidRDefault="002C75A8">
      <w:pPr>
        <w:pStyle w:val="Subsection"/>
        <w:rPr>
          <w:vanish/>
          <w:specVanish/>
        </w:rPr>
      </w:pPr>
      <w:r>
        <w:t>Cherry Creek Schools- Sunrise Elementary</w:t>
      </w:r>
    </w:p>
    <w:p w:rsidR="009C1D98" w:rsidRDefault="00656FE7">
      <w:pPr>
        <w:pStyle w:val="NoSpacing"/>
        <w:rPr>
          <w:rFonts w:asciiTheme="majorHAnsi" w:eastAsiaTheme="majorEastAsia" w:hAnsiTheme="majorHAnsi" w:cstheme="majorBidi"/>
          <w:color w:val="7A7A7A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color w:val="7A7A7A" w:themeColor="accent1"/>
          <w:sz w:val="26"/>
          <w:szCs w:val="26"/>
        </w:rPr>
        <w:t xml:space="preserve"> | </w:t>
      </w:r>
      <w:r w:rsidR="002C75A8" w:rsidRPr="002C75A8">
        <w:rPr>
          <w:rFonts w:asciiTheme="majorHAnsi" w:eastAsiaTheme="majorEastAsia" w:hAnsiTheme="majorHAnsi" w:cstheme="majorBidi"/>
          <w:color w:val="7A7A7A" w:themeColor="accent1"/>
          <w:sz w:val="26"/>
          <w:szCs w:val="26"/>
        </w:rPr>
        <w:t xml:space="preserve">4050 S. Genoa Way Aurora, CO 80013  </w:t>
      </w:r>
    </w:p>
    <w:p w:rsidR="002C75A8" w:rsidRPr="002C75A8" w:rsidRDefault="002C75A8" w:rsidP="002C75A8">
      <w:pPr>
        <w:rPr>
          <w:i/>
          <w:iCs/>
        </w:rPr>
      </w:pPr>
      <w:r>
        <w:rPr>
          <w:rStyle w:val="IntenseEmphasis"/>
        </w:rPr>
        <w:t>Special Education Teacher Assistant</w:t>
      </w:r>
      <w:r w:rsidR="00656FE7">
        <w:rPr>
          <w:rStyle w:val="IntenseEmphasis"/>
        </w:rPr>
        <w:t xml:space="preserve"> </w:t>
      </w:r>
      <w:r>
        <w:rPr>
          <w:rStyle w:val="Emphasis"/>
        </w:rPr>
        <w:t>August 1997</w:t>
      </w:r>
      <w:r w:rsidR="00656FE7">
        <w:rPr>
          <w:rStyle w:val="Emphasis"/>
        </w:rPr>
        <w:t xml:space="preserve"> – </w:t>
      </w:r>
      <w:r>
        <w:rPr>
          <w:rStyle w:val="Emphasis"/>
        </w:rPr>
        <w:t>August 2004</w:t>
      </w:r>
      <w:r>
        <w:tab/>
      </w:r>
    </w:p>
    <w:p w:rsidR="009C1D98" w:rsidRPr="002C75A8" w:rsidRDefault="002C75A8" w:rsidP="002C75A8">
      <w:pPr>
        <w:pStyle w:val="Subsection"/>
      </w:pPr>
      <w:proofErr w:type="spellStart"/>
      <w:r>
        <w:t>Laradon</w:t>
      </w:r>
      <w:proofErr w:type="spellEnd"/>
      <w:r>
        <w:t xml:space="preserve"> Hall </w:t>
      </w:r>
      <w:r w:rsidRPr="002C75A8">
        <w:t xml:space="preserve">| </w:t>
      </w:r>
      <w:r>
        <w:t>5100 Lincoln St., Denver, CO 80216</w:t>
      </w:r>
      <w:r w:rsidRPr="002C75A8">
        <w:t xml:space="preserve">  </w:t>
      </w:r>
      <w:r w:rsidRPr="002C75A8">
        <w:tab/>
      </w:r>
    </w:p>
    <w:p w:rsidR="002C75A8" w:rsidRDefault="002C75A8" w:rsidP="002C75A8">
      <w:pPr>
        <w:tabs>
          <w:tab w:val="left" w:pos="3870"/>
        </w:tabs>
      </w:pPr>
      <w:r w:rsidRPr="00714B90">
        <w:rPr>
          <w:b/>
          <w:i/>
          <w:color w:val="D1282E" w:themeColor="text2"/>
        </w:rPr>
        <w:t>Special Education Teacher As</w:t>
      </w:r>
      <w:r w:rsidR="00714B90" w:rsidRPr="00714B90">
        <w:rPr>
          <w:b/>
          <w:i/>
          <w:color w:val="D1282E" w:themeColor="text2"/>
        </w:rPr>
        <w:t>sistant</w:t>
      </w:r>
      <w:r w:rsidR="00714B90" w:rsidRPr="00714B90">
        <w:rPr>
          <w:color w:val="D1282E" w:themeColor="text2"/>
        </w:rPr>
        <w:t xml:space="preserve"> </w:t>
      </w:r>
      <w:r>
        <w:t>August 2004 – August 2010</w:t>
      </w:r>
    </w:p>
    <w:p w:rsidR="002C75A8" w:rsidRDefault="002C75A8" w:rsidP="002C75A8">
      <w:pPr>
        <w:tabs>
          <w:tab w:val="left" w:pos="3870"/>
        </w:tabs>
      </w:pPr>
      <w:r w:rsidRPr="00714B90">
        <w:rPr>
          <w:b/>
          <w:i/>
          <w:color w:val="D1282E" w:themeColor="text2"/>
        </w:rPr>
        <w:t>Behavior Intervention Assistant</w:t>
      </w:r>
      <w:r w:rsidR="00714B90" w:rsidRPr="00714B90">
        <w:rPr>
          <w:color w:val="D1282E" w:themeColor="text2"/>
        </w:rPr>
        <w:t xml:space="preserve"> </w:t>
      </w:r>
      <w:r>
        <w:t>August 2010- Present</w:t>
      </w:r>
    </w:p>
    <w:p w:rsidR="009C1D98" w:rsidRDefault="00656FE7">
      <w:pPr>
        <w:pStyle w:val="SectionHeading"/>
      </w:pPr>
      <w:r>
        <w:t>Skills</w:t>
      </w:r>
    </w:p>
    <w:p w:rsidR="009C1D98" w:rsidRDefault="002C75A8">
      <w:pPr>
        <w:pStyle w:val="ListParagraph"/>
        <w:numPr>
          <w:ilvl w:val="0"/>
          <w:numId w:val="4"/>
        </w:numPr>
        <w:ind w:hanging="288"/>
      </w:pPr>
      <w:bookmarkStart w:id="0" w:name="_GoBack"/>
      <w:r>
        <w:t>CPR/ First Aid Certified since 1994</w:t>
      </w:r>
    </w:p>
    <w:bookmarkEnd w:id="0"/>
    <w:p w:rsidR="002C75A8" w:rsidRDefault="002C75A8">
      <w:pPr>
        <w:pStyle w:val="ListParagraph"/>
        <w:numPr>
          <w:ilvl w:val="0"/>
          <w:numId w:val="4"/>
        </w:numPr>
        <w:ind w:hanging="288"/>
      </w:pPr>
      <w:r>
        <w:t xml:space="preserve">Certified Trainer in </w:t>
      </w:r>
      <w:r w:rsidRPr="00714B90">
        <w:rPr>
          <w:i/>
        </w:rPr>
        <w:t>Safety Care</w:t>
      </w:r>
      <w:r>
        <w:t xml:space="preserve"> Behavioral Training</w:t>
      </w:r>
    </w:p>
    <w:p w:rsidR="00714B90" w:rsidRDefault="002C75A8" w:rsidP="00714B90">
      <w:pPr>
        <w:pStyle w:val="ListParagraph"/>
        <w:numPr>
          <w:ilvl w:val="0"/>
          <w:numId w:val="4"/>
        </w:numPr>
        <w:ind w:hanging="288"/>
      </w:pPr>
      <w:r>
        <w:t>Previous experience and certification in Therapeutic Crisis Intervention</w:t>
      </w:r>
    </w:p>
    <w:p w:rsidR="00714B90" w:rsidRDefault="00714B90" w:rsidP="00714B90">
      <w:pPr>
        <w:pStyle w:val="ListParagraph"/>
        <w:numPr>
          <w:ilvl w:val="0"/>
          <w:numId w:val="4"/>
        </w:numPr>
        <w:ind w:hanging="288"/>
      </w:pPr>
      <w:r>
        <w:t>Excellent communication skills</w:t>
      </w:r>
    </w:p>
    <w:p w:rsidR="009C1D98" w:rsidRDefault="009C1D98">
      <w:pPr>
        <w:spacing w:line="276" w:lineRule="auto"/>
      </w:pPr>
    </w:p>
    <w:sectPr w:rsidR="009C1D98">
      <w:footerReference w:type="default" r:id="rId12"/>
      <w:headerReference w:type="first" r:id="rId13"/>
      <w:pgSz w:w="12240" w:h="15840"/>
      <w:pgMar w:top="1080" w:right="1080" w:bottom="1080" w:left="108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E7" w:rsidRDefault="00656FE7">
      <w:pPr>
        <w:spacing w:after="0" w:line="240" w:lineRule="auto"/>
      </w:pPr>
      <w:r>
        <w:separator/>
      </w:r>
    </w:p>
  </w:endnote>
  <w:endnote w:type="continuationSeparator" w:id="0">
    <w:p w:rsidR="00656FE7" w:rsidRDefault="0065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D98" w:rsidRDefault="00656FE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editId="17B7CE2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5935" cy="9112885"/>
              <wp:effectExtent l="0" t="0" r="3175" b="8255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5935" cy="911288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id="Rectangle 4" o:spid="_x0000_s1026" style="position:absolute;margin-left:0;margin-top:0;width:539.05pt;height:717.55pt;z-index:25167564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" fill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editId="016DA06E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7182485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-2500</wp14:pctPosVOffset>
                  </wp:positionV>
                </mc:Choice>
                <mc:Fallback>
                  <wp:positionV relativeFrom="page">
                    <wp:posOffset>468630</wp:posOffset>
                  </wp:positionV>
                </mc:Fallback>
              </mc:AlternateContent>
              <wp:extent cx="128270" cy="629793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id="Rectangle 5" o:spid="_x0000_s1026" style="position:absolute;margin-left:0;margin-top:0;width:10.1pt;height:495.9pt;z-index:251676672;visibility:visible;mso-wrap-style:square;mso-width-percent:20;mso-height-percent:725;mso-left-percent:1015;mso-top-percent:-25;mso-wrap-distance-left:9pt;mso-wrap-distance-top:0;mso-wrap-distance-right:9pt;mso-wrap-distance-bottom:0;mso-position-horizontal-relative:margin;mso-position-vertical-relative:margin;mso-width-percent:20;mso-height-percent:725;mso-left-percent:1015;mso-top-percent:-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" fillcolor="black [3213]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editId="65B05265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7182485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6766560</wp:posOffset>
                  </wp:positionV>
                </mc:Fallback>
              </mc:AlternateContent>
              <wp:extent cx="128270" cy="2823210"/>
              <wp:effectExtent l="0" t="0" r="0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id="Rectangle 6" o:spid="_x0000_s1026" style="position:absolute;margin-left:0;margin-top:0;width:10.1pt;height:222.3pt;z-index:251677696;visibility:visible;mso-wrap-style:square;mso-width-percent:20;mso-height-percent:325;mso-left-percent:1015;mso-top-percent:700;mso-wrap-distance-left:9pt;mso-wrap-distance-top:0;mso-wrap-distance-right:9pt;mso-wrap-distance-bottom:0;mso-position-horizontal-relative:margin;mso-position-vertical-relative:margin;mso-width-percent:20;mso-height-percent:325;mso-left-percent:1015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" fillcolor="#d1282e [3215]" stroked="f">
              <w10:wrap anchorx="margin" anchory="margin"/>
            </v:rect>
          </w:pict>
        </mc:Fallback>
      </mc:AlternateContent>
    </w:r>
  </w:p>
  <w:p w:rsidR="009C1D98" w:rsidRDefault="00656FE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editId="3855D841">
              <wp:simplePos x="0" y="0"/>
              <mc:AlternateContent>
                <mc:Choice Requires="wp14">
                  <wp:positionH relativeFrom="margin">
                    <wp14:pctPosHOffset>97000</wp14:pctPosHOffset>
                  </wp:positionH>
                </mc:Choice>
                <mc:Fallback>
                  <wp:positionH relativeFrom="page">
                    <wp:posOffset>6894195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6766560</wp:posOffset>
                  </wp:positionV>
                </mc:Fallback>
              </mc:AlternateContent>
              <wp:extent cx="492760" cy="2093595"/>
              <wp:effectExtent l="0" t="0" r="0" b="0"/>
              <wp:wrapSquare wrapText="bothSides"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2760" cy="2093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C1D98" w:rsidRDefault="00656FE7">
                          <w:pPr>
                            <w:pStyle w:val="Title"/>
                            <w:rPr>
                              <w:spacing w:val="10"/>
                            </w:rPr>
                          </w:pPr>
                          <w:r>
                            <w:rPr>
                              <w:spacing w:val="10"/>
                              <w:sz w:val="24"/>
                              <w:szCs w:val="22"/>
                            </w:rPr>
                            <w:t>Type Personal Name</w:t>
                          </w:r>
                        </w:p>
                      </w:txbxContent>
                    </wps:txbx>
                    <wps:bodyPr rot="0" spcFirstLastPara="0" vertOverflow="overflow" horzOverflow="overflow" vert="vert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0;margin-top:0;width:38.8pt;height:164.85pt;z-index:251678720;visibility:visible;mso-wrap-style:none;mso-width-percent:50;mso-height-percent:325;mso-left-percent:970;mso-top-percent:700;mso-wrap-distance-left:9pt;mso-wrap-distance-top:0;mso-wrap-distance-right:9pt;mso-wrap-distance-bottom:0;mso-position-horizontal-relative:margin;mso-position-vertical-relative:margin;mso-width-percent:50;mso-height-percent:325;mso-left-percent:970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" filled="f" stroked="f" strokeweight=".5pt">
              <v:textbox style="layout-flow:vertical;mso-fit-shape-to-text:t" inset="0,0,0,0">
                <w:txbxContent>
                  <w:p w:rsidR="009C1D98" w:rsidRDefault="00656FE7">
                    <w:pPr>
                      <w:pStyle w:val="Title"/>
                      <w:rPr>
                        <w:spacing w:val="10"/>
                      </w:rPr>
                    </w:pPr>
                    <w:r>
                      <w:rPr>
                        <w:spacing w:val="10"/>
                        <w:sz w:val="24"/>
                        <w:szCs w:val="22"/>
                      </w:rPr>
                      <w:t>Type Personal Name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E7" w:rsidRDefault="00656FE7">
      <w:pPr>
        <w:spacing w:after="0" w:line="240" w:lineRule="auto"/>
      </w:pPr>
      <w:r>
        <w:separator/>
      </w:r>
    </w:p>
  </w:footnote>
  <w:footnote w:type="continuationSeparator" w:id="0">
    <w:p w:rsidR="00656FE7" w:rsidRDefault="00656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D98" w:rsidRDefault="00656FE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editId="5055FD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5935" cy="9112885"/>
              <wp:effectExtent l="0" t="0" r="3175" b="825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5935" cy="911288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id="Rectangle 1" o:spid="_x0000_s1026" style="position:absolute;margin-left:0;margin-top:0;width:539.05pt;height:717.55pt;z-index:25168076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" fill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editId="0DFDE4F3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7182485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-2500</wp14:pctPosVOffset>
                  </wp:positionV>
                </mc:Choice>
                <mc:Fallback>
                  <wp:positionV relativeFrom="page">
                    <wp:posOffset>468630</wp:posOffset>
                  </wp:positionV>
                </mc:Fallback>
              </mc:AlternateContent>
              <wp:extent cx="128270" cy="62979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id="Rectangle 2" o:spid="_x0000_s1026" style="position:absolute;margin-left:0;margin-top:0;width:10.1pt;height:495.9pt;z-index:251681792;visibility:visible;mso-wrap-style:square;mso-width-percent:20;mso-height-percent:725;mso-left-percent:1015;mso-top-percent:-25;mso-wrap-distance-left:9pt;mso-wrap-distance-top:0;mso-wrap-distance-right:9pt;mso-wrap-distance-bottom:0;mso-position-horizontal-relative:margin;mso-position-vertical-relative:margin;mso-width-percent:20;mso-height-percent:725;mso-left-percent:1015;mso-top-percent:-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" fillcolor="black [3213]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editId="6044F26D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7182485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6766560</wp:posOffset>
                  </wp:positionV>
                </mc:Fallback>
              </mc:AlternateContent>
              <wp:extent cx="128270" cy="282321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id="Rectangle 3" o:spid="_x0000_s1026" style="position:absolute;margin-left:0;margin-top:0;width:10.1pt;height:222.3pt;z-index:251682816;visibility:visible;mso-wrap-style:square;mso-width-percent:20;mso-height-percent:325;mso-left-percent:1015;mso-top-percent:700;mso-wrap-distance-left:9pt;mso-wrap-distance-top:0;mso-wrap-distance-right:9pt;mso-wrap-distance-bottom:0;mso-position-horizontal-relative:margin;mso-position-vertical-relative:margin;mso-width-percent:20;mso-height-percent:325;mso-left-percent:1015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" fillcolor="#d1282e [3215]" stroked="f">
              <w10:wrap anchorx="margin" anchory="margin"/>
            </v:rect>
          </w:pict>
        </mc:Fallback>
      </mc:AlternateContent>
    </w:r>
  </w:p>
  <w:p w:rsidR="009C1D98" w:rsidRDefault="009C1D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7FD"/>
    <w:multiLevelType w:val="hybridMultilevel"/>
    <w:tmpl w:val="F1B44F4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4D9"/>
    <w:rsid w:val="002C75A8"/>
    <w:rsid w:val="003C14D9"/>
    <w:rsid w:val="00656FE7"/>
    <w:rsid w:val="00714B90"/>
    <w:rsid w:val="009C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60" w:after="0" w:line="240" w:lineRule="auto"/>
      <w:outlineLvl w:val="2"/>
    </w:pPr>
    <w:rPr>
      <w:rFonts w:eastAsiaTheme="majorEastAsia" w:cstheme="majorBidi"/>
      <w:b/>
      <w:bCs/>
      <w:caps/>
      <w:color w:val="D1282E" w:themeColor="text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haroni" w:hAnsi="Aharoni"/>
        <w:b/>
        <w:sz w:val="36"/>
      </w:r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aps/>
      <w:color w:val="D1282E" w:themeColor="text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36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A7A7A" w:themeColor="accent1"/>
      <w:sz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F7F7F" w:themeColor="text1" w:themeTint="80"/>
      <w:sz w:val="26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7A7A7A" w:themeColor="accent1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Pr>
      <w:b/>
      <w:bCs/>
      <w:i/>
      <w:iCs/>
      <w:color w:val="D1282E" w:themeColor="text2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SectionHeading">
    <w:name w:val="Section Heading"/>
    <w:basedOn w:val="Heading1"/>
    <w:next w:val="Normal"/>
    <w:qFormat/>
    <w:pPr>
      <w:spacing w:before="120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Subsection">
    <w:name w:val="Subsection"/>
    <w:basedOn w:val="Heading2"/>
    <w:qFormat/>
    <w:rPr>
      <w:b w:val="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PersonalName">
    <w:name w:val="Personal Name"/>
    <w:basedOn w:val="Title"/>
    <w:qFormat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60" w:after="0" w:line="240" w:lineRule="auto"/>
      <w:outlineLvl w:val="2"/>
    </w:pPr>
    <w:rPr>
      <w:rFonts w:eastAsiaTheme="majorEastAsia" w:cstheme="majorBidi"/>
      <w:b/>
      <w:bCs/>
      <w:caps/>
      <w:color w:val="D1282E" w:themeColor="text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haroni" w:hAnsi="Aharoni"/>
        <w:b/>
        <w:sz w:val="36"/>
      </w:r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aps/>
      <w:color w:val="D1282E" w:themeColor="text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36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A7A7A" w:themeColor="accent1"/>
      <w:sz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F7F7F" w:themeColor="text1" w:themeTint="80"/>
      <w:sz w:val="26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7A7A7A" w:themeColor="accent1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Pr>
      <w:b/>
      <w:bCs/>
      <w:i/>
      <w:iCs/>
      <w:color w:val="D1282E" w:themeColor="text2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SectionHeading">
    <w:name w:val="Section Heading"/>
    <w:basedOn w:val="Heading1"/>
    <w:next w:val="Normal"/>
    <w:qFormat/>
    <w:pPr>
      <w:spacing w:before="120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Subsection">
    <w:name w:val="Subsection"/>
    <w:basedOn w:val="Heading2"/>
    <w:qFormat/>
    <w:rPr>
      <w:b w:val="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PersonalName">
    <w:name w:val="Personal Name"/>
    <w:basedOn w:val="Title"/>
    <w:qFormat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checon\AppData\Roaming\Microsoft\Templates\Essential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2AEC12A3F349DABF31DE36FBF45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92294-0198-4815-BF37-5693E8C97200}"/>
      </w:docPartPr>
      <w:docPartBody>
        <w:p w:rsidR="00000000" w:rsidRDefault="00FB429F">
          <w:pPr>
            <w:pStyle w:val="782AEC12A3F349DABF31DE36FBF45D8F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2F97709472BF415DBCF2472634771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E4BA3-7A60-4FF9-BFFA-43F45869A383}"/>
      </w:docPartPr>
      <w:docPartBody>
        <w:p w:rsidR="00000000" w:rsidRDefault="00FB429F">
          <w:pPr>
            <w:pStyle w:val="2F97709472BF415DBCF2472634771354"/>
          </w:pPr>
          <w:r>
            <w:rPr>
              <w:rStyle w:val="PlaceholderText"/>
            </w:rPr>
            <w:t>[Type Your Name]</w:t>
          </w:r>
        </w:p>
      </w:docPartBody>
    </w:docPart>
    <w:docPart>
      <w:docPartPr>
        <w:name w:val="91A80F2F1CC74305B06327D4AC3A7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46CD6-039D-4B30-A753-3B9B55BC7657}"/>
      </w:docPartPr>
      <w:docPartBody>
        <w:p w:rsidR="00000000" w:rsidRDefault="00FB429F">
          <w:pPr>
            <w:pStyle w:val="91A80F2F1CC74305B06327D4AC3A7A71"/>
          </w:pPr>
          <w:r>
            <w:rPr>
              <w:rStyle w:val="PlaceholderText"/>
              <w:color w:val="000000"/>
            </w:rPr>
            <w:t>[Type your e-mail]</w:t>
          </w:r>
        </w:p>
      </w:docPartBody>
    </w:docPart>
    <w:docPart>
      <w:docPartPr>
        <w:name w:val="5648899E90994711B63ABBB80A11D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042B3-00E5-4EEC-A03E-838BAD7F2902}"/>
      </w:docPartPr>
      <w:docPartBody>
        <w:p w:rsidR="00000000" w:rsidRDefault="00FB429F">
          <w:pPr>
            <w:pStyle w:val="5648899E90994711B63ABBB80A11DBC7"/>
          </w:pPr>
          <w:r>
            <w:rPr>
              <w:rStyle w:val="PlaceholderText"/>
              <w:color w:val="000000"/>
            </w:rPr>
            <w:t>[Type your address]</w:t>
          </w:r>
        </w:p>
      </w:docPartBody>
    </w:docPart>
    <w:docPart>
      <w:docPartPr>
        <w:name w:val="9AFA2EF7B60049C893C7A9D7E901E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763EB-1E89-4873-B6F2-2FEC67C6F086}"/>
      </w:docPartPr>
      <w:docPartBody>
        <w:p w:rsidR="00000000" w:rsidRDefault="00FB429F">
          <w:pPr>
            <w:pStyle w:val="9AFA2EF7B60049C893C7A9D7E901EAEB"/>
          </w:pPr>
          <w:r>
            <w:rPr>
              <w:rStyle w:val="PlaceholderText"/>
              <w:color w:val="000000"/>
            </w:rPr>
            <w:t>[Type your phone number]</w:t>
          </w:r>
        </w:p>
      </w:docPartBody>
    </w:docPart>
    <w:docPart>
      <w:docPartPr>
        <w:name w:val="C58CB94E55414EA6A2B65BA8F3592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78399-67F2-4ADA-B747-B481B9D665E3}"/>
      </w:docPartPr>
      <w:docPartBody>
        <w:p w:rsidR="00000000" w:rsidRDefault="00FB429F">
          <w:pPr>
            <w:pStyle w:val="C58CB94E55414EA6A2B65BA8F3592CAC"/>
          </w:pPr>
          <w:r>
            <w:rPr>
              <w:rStyle w:val="PlaceholderText"/>
              <w:color w:val="000000"/>
            </w:rPr>
            <w:t>[Type your 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99"/>
    <w:rsid w:val="00F12E99"/>
    <w:rsid w:val="00FB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782AEC12A3F349DABF31DE36FBF45D8F">
    <w:name w:val="782AEC12A3F349DABF31DE36FBF45D8F"/>
  </w:style>
  <w:style w:type="paragraph" w:customStyle="1" w:styleId="2F97709472BF415DBCF2472634771354">
    <w:name w:val="2F97709472BF415DBCF2472634771354"/>
  </w:style>
  <w:style w:type="paragraph" w:customStyle="1" w:styleId="91A80F2F1CC74305B06327D4AC3A7A71">
    <w:name w:val="91A80F2F1CC74305B06327D4AC3A7A71"/>
  </w:style>
  <w:style w:type="paragraph" w:customStyle="1" w:styleId="5648899E90994711B63ABBB80A11DBC7">
    <w:name w:val="5648899E90994711B63ABBB80A11DBC7"/>
  </w:style>
  <w:style w:type="paragraph" w:customStyle="1" w:styleId="9AFA2EF7B60049C893C7A9D7E901EAEB">
    <w:name w:val="9AFA2EF7B60049C893C7A9D7E901EAEB"/>
  </w:style>
  <w:style w:type="paragraph" w:customStyle="1" w:styleId="C58CB94E55414EA6A2B65BA8F3592CAC">
    <w:name w:val="C58CB94E55414EA6A2B65BA8F3592CAC"/>
  </w:style>
  <w:style w:type="paragraph" w:customStyle="1" w:styleId="8BB0C2717EC140BFB9FA812E892AF1C6">
    <w:name w:val="8BB0C2717EC140BFB9FA812E892AF1C6"/>
  </w:style>
  <w:style w:type="paragraph" w:customStyle="1" w:styleId="0766DCCDB03A4613AE99702920E5BCC1">
    <w:name w:val="0766DCCDB03A4613AE99702920E5BCC1"/>
  </w:style>
  <w:style w:type="paragraph" w:customStyle="1" w:styleId="F596DEF5F95D4E9C818D5DBE3950FD04">
    <w:name w:val="F596DEF5F95D4E9C818D5DBE3950FD04"/>
  </w:style>
  <w:style w:type="character" w:styleId="IntenseEmphasis">
    <w:name w:val="Intense Emphasis"/>
    <w:aliases w:val="Subsection Intense Emphasis"/>
    <w:basedOn w:val="DefaultParagraphFont"/>
    <w:uiPriority w:val="21"/>
    <w:qFormat/>
    <w:rPr>
      <w:b/>
      <w:bCs/>
      <w:i/>
      <w:iCs/>
      <w:color w:val="1F497D" w:themeColor="text2"/>
    </w:rPr>
  </w:style>
  <w:style w:type="paragraph" w:customStyle="1" w:styleId="7EE41D4C203147A7843AD8DD887BEBA2">
    <w:name w:val="7EE41D4C203147A7843AD8DD887BEBA2"/>
  </w:style>
  <w:style w:type="paragraph" w:customStyle="1" w:styleId="ADD7CA0C83D34F9AA709704A60F0406A">
    <w:name w:val="ADD7CA0C83D34F9AA709704A60F0406A"/>
  </w:style>
  <w:style w:type="paragraph" w:customStyle="1" w:styleId="88C282BB52D14E8E96C25B66DCD61C33">
    <w:name w:val="88C282BB52D14E8E96C25B66DCD61C33"/>
  </w:style>
  <w:style w:type="paragraph" w:customStyle="1" w:styleId="DF271FE474744433955F59B97C145A96">
    <w:name w:val="DF271FE474744433955F59B97C145A96"/>
  </w:style>
  <w:style w:type="paragraph" w:customStyle="1" w:styleId="4737BD19250E447D8ED049B49D20C0BF">
    <w:name w:val="4737BD19250E447D8ED049B49D20C0BF"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customStyle="1" w:styleId="5D21431FD95B468D9D752EE946F2C733">
    <w:name w:val="5D21431FD95B468D9D752EE946F2C733"/>
  </w:style>
  <w:style w:type="paragraph" w:customStyle="1" w:styleId="E735E9072381475098BD4E2A754D8340">
    <w:name w:val="E735E9072381475098BD4E2A754D8340"/>
  </w:style>
  <w:style w:type="paragraph" w:customStyle="1" w:styleId="6413CC1B3B56433F83990C5DFCFCF25F">
    <w:name w:val="6413CC1B3B56433F83990C5DFCFCF25F"/>
  </w:style>
  <w:style w:type="paragraph" w:customStyle="1" w:styleId="66BBAB8295784649A1EE75047E6E09AC">
    <w:name w:val="66BBAB8295784649A1EE75047E6E09AC"/>
  </w:style>
  <w:style w:type="paragraph" w:customStyle="1" w:styleId="C993C6C7A744471F931C7690EBCCF68E">
    <w:name w:val="C993C6C7A744471F931C7690EBCCF68E"/>
    <w:rsid w:val="00F12E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782AEC12A3F349DABF31DE36FBF45D8F">
    <w:name w:val="782AEC12A3F349DABF31DE36FBF45D8F"/>
  </w:style>
  <w:style w:type="paragraph" w:customStyle="1" w:styleId="2F97709472BF415DBCF2472634771354">
    <w:name w:val="2F97709472BF415DBCF2472634771354"/>
  </w:style>
  <w:style w:type="paragraph" w:customStyle="1" w:styleId="91A80F2F1CC74305B06327D4AC3A7A71">
    <w:name w:val="91A80F2F1CC74305B06327D4AC3A7A71"/>
  </w:style>
  <w:style w:type="paragraph" w:customStyle="1" w:styleId="5648899E90994711B63ABBB80A11DBC7">
    <w:name w:val="5648899E90994711B63ABBB80A11DBC7"/>
  </w:style>
  <w:style w:type="paragraph" w:customStyle="1" w:styleId="9AFA2EF7B60049C893C7A9D7E901EAEB">
    <w:name w:val="9AFA2EF7B60049C893C7A9D7E901EAEB"/>
  </w:style>
  <w:style w:type="paragraph" w:customStyle="1" w:styleId="C58CB94E55414EA6A2B65BA8F3592CAC">
    <w:name w:val="C58CB94E55414EA6A2B65BA8F3592CAC"/>
  </w:style>
  <w:style w:type="paragraph" w:customStyle="1" w:styleId="8BB0C2717EC140BFB9FA812E892AF1C6">
    <w:name w:val="8BB0C2717EC140BFB9FA812E892AF1C6"/>
  </w:style>
  <w:style w:type="paragraph" w:customStyle="1" w:styleId="0766DCCDB03A4613AE99702920E5BCC1">
    <w:name w:val="0766DCCDB03A4613AE99702920E5BCC1"/>
  </w:style>
  <w:style w:type="paragraph" w:customStyle="1" w:styleId="F596DEF5F95D4E9C818D5DBE3950FD04">
    <w:name w:val="F596DEF5F95D4E9C818D5DBE3950FD04"/>
  </w:style>
  <w:style w:type="character" w:styleId="IntenseEmphasis">
    <w:name w:val="Intense Emphasis"/>
    <w:aliases w:val="Subsection Intense Emphasis"/>
    <w:basedOn w:val="DefaultParagraphFont"/>
    <w:uiPriority w:val="21"/>
    <w:qFormat/>
    <w:rPr>
      <w:b/>
      <w:bCs/>
      <w:i/>
      <w:iCs/>
      <w:color w:val="1F497D" w:themeColor="text2"/>
    </w:rPr>
  </w:style>
  <w:style w:type="paragraph" w:customStyle="1" w:styleId="7EE41D4C203147A7843AD8DD887BEBA2">
    <w:name w:val="7EE41D4C203147A7843AD8DD887BEBA2"/>
  </w:style>
  <w:style w:type="paragraph" w:customStyle="1" w:styleId="ADD7CA0C83D34F9AA709704A60F0406A">
    <w:name w:val="ADD7CA0C83D34F9AA709704A60F0406A"/>
  </w:style>
  <w:style w:type="paragraph" w:customStyle="1" w:styleId="88C282BB52D14E8E96C25B66DCD61C33">
    <w:name w:val="88C282BB52D14E8E96C25B66DCD61C33"/>
  </w:style>
  <w:style w:type="paragraph" w:customStyle="1" w:styleId="DF271FE474744433955F59B97C145A96">
    <w:name w:val="DF271FE474744433955F59B97C145A96"/>
  </w:style>
  <w:style w:type="paragraph" w:customStyle="1" w:styleId="4737BD19250E447D8ED049B49D20C0BF">
    <w:name w:val="4737BD19250E447D8ED049B49D20C0BF"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customStyle="1" w:styleId="5D21431FD95B468D9D752EE946F2C733">
    <w:name w:val="5D21431FD95B468D9D752EE946F2C733"/>
  </w:style>
  <w:style w:type="paragraph" w:customStyle="1" w:styleId="E735E9072381475098BD4E2A754D8340">
    <w:name w:val="E735E9072381475098BD4E2A754D8340"/>
  </w:style>
  <w:style w:type="paragraph" w:customStyle="1" w:styleId="6413CC1B3B56433F83990C5DFCFCF25F">
    <w:name w:val="6413CC1B3B56433F83990C5DFCFCF25F"/>
  </w:style>
  <w:style w:type="paragraph" w:customStyle="1" w:styleId="66BBAB8295784649A1EE75047E6E09AC">
    <w:name w:val="66BBAB8295784649A1EE75047E6E09AC"/>
  </w:style>
  <w:style w:type="paragraph" w:customStyle="1" w:styleId="C993C6C7A744471F931C7690EBCCF68E">
    <w:name w:val="C993C6C7A744471F931C7690EBCCF68E"/>
    <w:rsid w:val="00F12E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auhaus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>4733 Vine St., Denver, CO 80216</CompanyAddress>
  <CompanyPhone>720-234-3013</CompanyPhone>
  <CompanyFax/>
  <CompanyEmail>ogsuge@gmail.com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31DF00-4AFD-4EE7-8152-4B0DA30487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331969E6-BC40-4415-B8E9-6902290A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EssentialResume</Template>
  <TotalTime>25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 Pacheco</dc:creator>
  <cp:lastModifiedBy>Norm Pacheco</cp:lastModifiedBy>
  <cp:revision>1</cp:revision>
  <dcterms:created xsi:type="dcterms:W3CDTF">2011-05-06T19:35:00Z</dcterms:created>
  <dcterms:modified xsi:type="dcterms:W3CDTF">2011-05-06T20:00:00Z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TC018408399991</vt:lpwstr>
  </property>
</Properties>
</file>